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F1971" w14:textId="77777777" w:rsidR="00C74455" w:rsidRPr="00D06139" w:rsidRDefault="00C74455" w:rsidP="0069129C">
      <w:pPr>
        <w:pStyle w:val="Heading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66CFC10A" w14:textId="77777777" w:rsidR="008A5169" w:rsidRDefault="002F6E2A" w:rsidP="00A04040">
      <w:pPr>
        <w:pStyle w:val="Bulleted1"/>
        <w:numPr>
          <w:ilvl w:val="0"/>
          <w:numId w:val="0"/>
        </w:numPr>
      </w:pPr>
      <w:r w:rsidRPr="002F6E2A">
        <w:rPr>
          <w:lang w:val="nl-BE"/>
        </w:rPr>
        <w:t xml:space="preserve">Een </w:t>
      </w:r>
      <w:r w:rsidR="000665FB">
        <w:rPr>
          <w:lang w:val="nl-BE"/>
        </w:rPr>
        <w:t>beluchtingsventiel voor bovendaks gebruik met als doel</w:t>
      </w:r>
      <w:r w:rsidRPr="002F6E2A">
        <w:rPr>
          <w:lang w:val="nl-BE"/>
        </w:rPr>
        <w:t xml:space="preserve"> </w:t>
      </w:r>
      <w:r w:rsidR="000665FB">
        <w:rPr>
          <w:lang w:val="nl-BE"/>
        </w:rPr>
        <w:t>het warmteverlies via de verluchting</w:t>
      </w:r>
      <w:r w:rsidR="00D84C56">
        <w:rPr>
          <w:lang w:val="nl-BE"/>
        </w:rPr>
        <w:t>sbuis</w:t>
      </w:r>
      <w:r w:rsidR="000665FB">
        <w:rPr>
          <w:lang w:val="nl-BE"/>
        </w:rPr>
        <w:t xml:space="preserve"> van sanitaire afvoerstandleidingen te beperken</w:t>
      </w:r>
      <w:r w:rsidR="000761E4">
        <w:t xml:space="preserve"> zonder de luchtstroming in beide richtingen noemenswaardig te verhinderen.</w:t>
      </w:r>
    </w:p>
    <w:p w14:paraId="4B2D974A" w14:textId="77777777" w:rsidR="00892A94" w:rsidRDefault="00892A94" w:rsidP="00A04040">
      <w:pPr>
        <w:pStyle w:val="Bulleted1"/>
        <w:numPr>
          <w:ilvl w:val="0"/>
          <w:numId w:val="0"/>
        </w:numPr>
      </w:pPr>
    </w:p>
    <w:p w14:paraId="2F11D8FC" w14:textId="77777777" w:rsidR="00892A94" w:rsidRDefault="00892A94" w:rsidP="00A04040">
      <w:pPr>
        <w:pStyle w:val="Bulleted1"/>
        <w:numPr>
          <w:ilvl w:val="0"/>
          <w:numId w:val="0"/>
        </w:numPr>
      </w:pPr>
      <w:r>
        <w:t xml:space="preserve">Het beluchtingsventiel sluit de verluchtingsbuis ook af </w:t>
      </w:r>
      <w:r w:rsidR="00EB11C8">
        <w:t>de</w:t>
      </w:r>
      <w:r>
        <w:t xml:space="preserve"> regen en is vorstbestendig.</w:t>
      </w:r>
    </w:p>
    <w:p w14:paraId="5ABE12FD" w14:textId="77777777" w:rsidR="007D09F2" w:rsidRDefault="007D09F2" w:rsidP="00A04040">
      <w:pPr>
        <w:pStyle w:val="Bulleted1"/>
        <w:numPr>
          <w:ilvl w:val="0"/>
          <w:numId w:val="0"/>
        </w:numPr>
      </w:pPr>
    </w:p>
    <w:p w14:paraId="48EB4CC6" w14:textId="77777777" w:rsidR="007D09F2" w:rsidRDefault="007D09F2" w:rsidP="00A04040">
      <w:pPr>
        <w:pStyle w:val="Bulleted1"/>
        <w:numPr>
          <w:ilvl w:val="0"/>
          <w:numId w:val="0"/>
        </w:numPr>
      </w:pPr>
      <w:r>
        <w:t>Het beluchtingsventiel is compatibel met alle gangbare afvoerbuizen diameter 110 mm.</w:t>
      </w:r>
      <w:r w:rsidR="004D1C8D">
        <w:t xml:space="preserve">  Het ventiel wordt in de verluchtingsbuis geschoven.</w:t>
      </w:r>
    </w:p>
    <w:p w14:paraId="05ED321B" w14:textId="77777777" w:rsidR="008A5169" w:rsidRPr="00D06139" w:rsidRDefault="008A5169" w:rsidP="008A5169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A7F80B" w14:textId="77777777" w:rsidR="00C74455" w:rsidRPr="00D06139" w:rsidRDefault="000665FB" w:rsidP="0069129C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1E3ADB8" w14:textId="77777777" w:rsidR="00A43303" w:rsidRDefault="004D1C8D" w:rsidP="00A43303">
      <w:pPr>
        <w:pStyle w:val="Bulleted2"/>
        <w:numPr>
          <w:ilvl w:val="0"/>
          <w:numId w:val="0"/>
        </w:numPr>
        <w:rPr>
          <w:lang w:val="nl-BE"/>
        </w:rPr>
      </w:pPr>
      <w:r>
        <w:t xml:space="preserve">De </w:t>
      </w:r>
      <w:r w:rsidR="00CF7FF2">
        <w:t>beschermkap</w:t>
      </w:r>
      <w:r>
        <w:t xml:space="preserve"> en de aansluitbuis van het beluchtingsventiel zijn in PP-C</w:t>
      </w:r>
      <w:r w:rsidR="00A43303">
        <w:rPr>
          <w:lang w:val="nl-BE"/>
        </w:rPr>
        <w:t>.</w:t>
      </w:r>
      <w:r>
        <w:rPr>
          <w:lang w:val="nl-BE"/>
        </w:rPr>
        <w:t xml:space="preserve">  </w:t>
      </w:r>
      <w:r w:rsidR="00CF7FF2">
        <w:rPr>
          <w:lang w:val="nl-BE"/>
        </w:rPr>
        <w:t xml:space="preserve">De aansluitbuis bezit </w:t>
      </w:r>
      <w:r w:rsidR="00EB11C8">
        <w:rPr>
          <w:lang w:val="nl-BE"/>
        </w:rPr>
        <w:t xml:space="preserve">onderaan </w:t>
      </w:r>
      <w:r w:rsidR="00CF7FF2">
        <w:rPr>
          <w:lang w:val="nl-BE"/>
        </w:rPr>
        <w:t xml:space="preserve">een EPDM lippendichting die een luchtdichte aansluiting verzekert met de </w:t>
      </w:r>
      <w:r w:rsidR="00EB11C8">
        <w:rPr>
          <w:lang w:val="nl-BE"/>
        </w:rPr>
        <w:t xml:space="preserve">binnenzijde van de </w:t>
      </w:r>
      <w:r w:rsidR="00CF7FF2">
        <w:rPr>
          <w:lang w:val="nl-BE"/>
        </w:rPr>
        <w:t>verluchtingsbuis.</w:t>
      </w:r>
      <w:r w:rsidR="00EB11C8">
        <w:rPr>
          <w:lang w:val="nl-BE"/>
        </w:rPr>
        <w:t xml:space="preserve">  De aansluitbuis zit minimaal 15 cm diep in de verluchtingsbuis voor de stabiliteit van de bevestiging. </w:t>
      </w:r>
    </w:p>
    <w:p w14:paraId="168C18BB" w14:textId="77777777" w:rsidR="00CF7FF2" w:rsidRDefault="00CF7FF2" w:rsidP="00A43303">
      <w:pPr>
        <w:pStyle w:val="Bulleted2"/>
        <w:numPr>
          <w:ilvl w:val="0"/>
          <w:numId w:val="0"/>
        </w:numPr>
        <w:rPr>
          <w:lang w:val="nl-BE"/>
        </w:rPr>
      </w:pPr>
    </w:p>
    <w:p w14:paraId="179D69D9" w14:textId="77777777" w:rsidR="00CF7FF2" w:rsidRPr="00FD410F" w:rsidRDefault="00CF7FF2" w:rsidP="00A43303">
      <w:pPr>
        <w:pStyle w:val="Bulleted2"/>
        <w:numPr>
          <w:ilvl w:val="0"/>
          <w:numId w:val="0"/>
        </w:numPr>
        <w:rPr>
          <w:lang w:val="nl-BE"/>
        </w:rPr>
      </w:pPr>
      <w:r>
        <w:rPr>
          <w:lang w:val="nl-BE"/>
        </w:rPr>
        <w:t xml:space="preserve">In een </w:t>
      </w:r>
      <w:proofErr w:type="spellStart"/>
      <w:r>
        <w:rPr>
          <w:lang w:val="nl-BE"/>
        </w:rPr>
        <w:t>drukloze</w:t>
      </w:r>
      <w:proofErr w:type="spellEnd"/>
      <w:r>
        <w:rPr>
          <w:lang w:val="nl-BE"/>
        </w:rPr>
        <w:t xml:space="preserve"> toestand blijft het ventiel gesloten. Bij over- of onderdruk gaat het ventiel open door middel van membranen in silicone rubber. Deze sluiten </w:t>
      </w:r>
      <w:r w:rsidR="00892A94">
        <w:rPr>
          <w:lang w:val="nl-BE"/>
        </w:rPr>
        <w:t xml:space="preserve">bij </w:t>
      </w:r>
      <w:proofErr w:type="spellStart"/>
      <w:r w:rsidR="00892A94">
        <w:rPr>
          <w:lang w:val="nl-BE"/>
        </w:rPr>
        <w:t>drukloze</w:t>
      </w:r>
      <w:proofErr w:type="spellEnd"/>
      <w:r w:rsidR="00892A94">
        <w:rPr>
          <w:lang w:val="nl-BE"/>
        </w:rPr>
        <w:t xml:space="preserve"> toestand </w:t>
      </w:r>
      <w:r>
        <w:rPr>
          <w:lang w:val="nl-BE"/>
        </w:rPr>
        <w:t>magnetisch af</w:t>
      </w:r>
      <w:r w:rsidR="00892A94">
        <w:rPr>
          <w:lang w:val="nl-BE"/>
        </w:rPr>
        <w:t xml:space="preserve"> tegen het corpus van het beluchtingsventiel.</w:t>
      </w:r>
    </w:p>
    <w:p w14:paraId="0CF25EE2" w14:textId="77777777" w:rsidR="008B6BB6" w:rsidRPr="00D06139" w:rsidRDefault="008B6BB6" w:rsidP="008B6BB6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14:paraId="512E5A67" w14:textId="77777777" w:rsidTr="008B6BB6">
        <w:tc>
          <w:tcPr>
            <w:tcW w:w="4701" w:type="dxa"/>
          </w:tcPr>
          <w:p w14:paraId="492ECEA8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Kleur</w:t>
            </w:r>
          </w:p>
        </w:tc>
        <w:tc>
          <w:tcPr>
            <w:tcW w:w="4702" w:type="dxa"/>
          </w:tcPr>
          <w:p w14:paraId="23BAD29B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w:rsidR="008B6BB6" w14:paraId="620D1847" w14:textId="77777777" w:rsidTr="008B6BB6">
        <w:tc>
          <w:tcPr>
            <w:tcW w:w="4701" w:type="dxa"/>
          </w:tcPr>
          <w:p w14:paraId="7A4EEFF1" w14:textId="77777777" w:rsidR="008B6BB6" w:rsidRDefault="00892A94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Maximale </w:t>
            </w:r>
            <w:r w:rsidR="00EB11C8">
              <w:t>over- of onder</w:t>
            </w:r>
            <w:r>
              <w:t>druk bij opening</w:t>
            </w:r>
          </w:p>
        </w:tc>
        <w:tc>
          <w:tcPr>
            <w:tcW w:w="4702" w:type="dxa"/>
          </w:tcPr>
          <w:p w14:paraId="4157D82D" w14:textId="77777777" w:rsidR="008B6BB6" w:rsidRDefault="00892A94" w:rsidP="008B6BB6">
            <w:pPr>
              <w:pStyle w:val="Bulleted2"/>
              <w:numPr>
                <w:ilvl w:val="0"/>
                <w:numId w:val="0"/>
              </w:numPr>
            </w:pPr>
            <w:r>
              <w:t>55 Pa</w:t>
            </w:r>
          </w:p>
        </w:tc>
      </w:tr>
      <w:tr w:rsidR="008B6BB6" w14:paraId="70D5E26F" w14:textId="77777777" w:rsidTr="008B6BB6">
        <w:tc>
          <w:tcPr>
            <w:tcW w:w="4701" w:type="dxa"/>
          </w:tcPr>
          <w:p w14:paraId="2B694525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14:paraId="008E5EC2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892A94">
              <w:t>2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892A94">
              <w:t>6</w:t>
            </w:r>
            <w:r>
              <w:t>0°C</w:t>
            </w:r>
          </w:p>
        </w:tc>
      </w:tr>
    </w:tbl>
    <w:p w14:paraId="585CB1BD" w14:textId="77777777" w:rsidR="00FD410F" w:rsidRPr="00D06139" w:rsidRDefault="00FD410F" w:rsidP="00FD410F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71B76F3" w14:textId="77777777" w:rsidR="00FD410F" w:rsidRDefault="00FD410F" w:rsidP="00FD410F">
      <w:pPr>
        <w:pStyle w:val="Bulleted2"/>
        <w:numPr>
          <w:ilvl w:val="0"/>
          <w:numId w:val="0"/>
        </w:numPr>
      </w:pPr>
      <w:r>
        <w:t>Volgens de richtlijnen van de fabrikant.</w:t>
      </w:r>
    </w:p>
    <w:p w14:paraId="73AF3991" w14:textId="77777777" w:rsidR="008A5169" w:rsidRPr="00FF20C8" w:rsidRDefault="008A5169" w:rsidP="0069129C">
      <w:pPr>
        <w:pStyle w:val="Bulleted2"/>
        <w:numPr>
          <w:ilvl w:val="0"/>
          <w:numId w:val="0"/>
        </w:numPr>
      </w:pPr>
    </w:p>
    <w:sectPr w:rsidR="008A5169" w:rsidRPr="00FF20C8" w:rsidSect="006912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9FAAF" w14:textId="77777777" w:rsidR="005D5349" w:rsidRDefault="005D5349">
      <w:r>
        <w:separator/>
      </w:r>
    </w:p>
  </w:endnote>
  <w:endnote w:type="continuationSeparator" w:id="0">
    <w:p w14:paraId="02D20456" w14:textId="77777777" w:rsidR="005D5349" w:rsidRDefault="005D5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E64C2" w14:textId="77777777" w:rsidR="00EB11C8" w:rsidRDefault="00EB11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BE454A0" w14:textId="77777777">
      <w:tc>
        <w:tcPr>
          <w:tcW w:w="3392" w:type="dxa"/>
        </w:tcPr>
        <w:p w14:paraId="3A5C905F" w14:textId="77777777" w:rsidR="00025544" w:rsidRPr="00D06139" w:rsidRDefault="0069129C" w:rsidP="003242F8">
          <w:pPr>
            <w:pStyle w:val="Footer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0C1B526C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0F35BEC5" w14:textId="77777777" w:rsidR="00025544" w:rsidRPr="00D06139" w:rsidRDefault="00025544" w:rsidP="00272819">
          <w:pPr>
            <w:pStyle w:val="Footer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218F356D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BAB3E" w14:textId="77777777" w:rsidR="00EB11C8" w:rsidRDefault="00EB11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7671A" w14:textId="77777777" w:rsidR="005D5349" w:rsidRDefault="005D5349">
      <w:r>
        <w:separator/>
      </w:r>
    </w:p>
  </w:footnote>
  <w:footnote w:type="continuationSeparator" w:id="0">
    <w:p w14:paraId="5BEDBDE9" w14:textId="77777777" w:rsidR="005D5349" w:rsidRDefault="005D5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FF448" w14:textId="77777777" w:rsidR="00EB11C8" w:rsidRDefault="00EB11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6F794" w14:textId="77777777" w:rsidR="00025544" w:rsidRPr="008A5169" w:rsidRDefault="00025544" w:rsidP="00080B0F">
    <w:pPr>
      <w:pStyle w:val="Header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0665FB">
      <w:rPr>
        <w:rFonts w:ascii="Arial" w:hAnsi="Arial" w:cs="Arial"/>
        <w:b/>
      </w:rPr>
      <w:t>ERV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79088ED9" wp14:editId="585D224D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E4936" w14:textId="77777777" w:rsidR="00EB11C8" w:rsidRDefault="00EB11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17480038">
    <w:abstractNumId w:val="18"/>
  </w:num>
  <w:num w:numId="2" w16cid:durableId="667562657">
    <w:abstractNumId w:val="25"/>
  </w:num>
  <w:num w:numId="3" w16cid:durableId="1961108360">
    <w:abstractNumId w:val="4"/>
  </w:num>
  <w:num w:numId="4" w16cid:durableId="1833912707">
    <w:abstractNumId w:val="3"/>
  </w:num>
  <w:num w:numId="5" w16cid:durableId="56173105">
    <w:abstractNumId w:val="14"/>
  </w:num>
  <w:num w:numId="6" w16cid:durableId="1502356724">
    <w:abstractNumId w:val="16"/>
  </w:num>
  <w:num w:numId="7" w16cid:durableId="1678145613">
    <w:abstractNumId w:val="6"/>
  </w:num>
  <w:num w:numId="8" w16cid:durableId="1908109943">
    <w:abstractNumId w:val="22"/>
  </w:num>
  <w:num w:numId="9" w16cid:durableId="46880268">
    <w:abstractNumId w:val="28"/>
  </w:num>
  <w:num w:numId="10" w16cid:durableId="1319071816">
    <w:abstractNumId w:val="2"/>
  </w:num>
  <w:num w:numId="11" w16cid:durableId="1058213300">
    <w:abstractNumId w:val="13"/>
  </w:num>
  <w:num w:numId="12" w16cid:durableId="1290554063">
    <w:abstractNumId w:val="12"/>
  </w:num>
  <w:num w:numId="13" w16cid:durableId="1437359181">
    <w:abstractNumId w:val="27"/>
  </w:num>
  <w:num w:numId="14" w16cid:durableId="1259751589">
    <w:abstractNumId w:val="8"/>
  </w:num>
  <w:num w:numId="15" w16cid:durableId="81925148">
    <w:abstractNumId w:val="0"/>
  </w:num>
  <w:num w:numId="16" w16cid:durableId="1856728309">
    <w:abstractNumId w:val="11"/>
  </w:num>
  <w:num w:numId="17" w16cid:durableId="1628662848">
    <w:abstractNumId w:val="5"/>
  </w:num>
  <w:num w:numId="18" w16cid:durableId="848446451">
    <w:abstractNumId w:val="23"/>
  </w:num>
  <w:num w:numId="19" w16cid:durableId="33625805">
    <w:abstractNumId w:val="24"/>
  </w:num>
  <w:num w:numId="20" w16cid:durableId="1301425697">
    <w:abstractNumId w:val="20"/>
  </w:num>
  <w:num w:numId="21" w16cid:durableId="53743442">
    <w:abstractNumId w:val="19"/>
  </w:num>
  <w:num w:numId="22" w16cid:durableId="637954722">
    <w:abstractNumId w:val="15"/>
  </w:num>
  <w:num w:numId="23" w16cid:durableId="1851092911">
    <w:abstractNumId w:val="26"/>
  </w:num>
  <w:num w:numId="24" w16cid:durableId="867565891">
    <w:abstractNumId w:val="9"/>
  </w:num>
  <w:num w:numId="25" w16cid:durableId="1585604961">
    <w:abstractNumId w:val="10"/>
  </w:num>
  <w:num w:numId="26" w16cid:durableId="638610466">
    <w:abstractNumId w:val="1"/>
  </w:num>
  <w:num w:numId="27" w16cid:durableId="479157008">
    <w:abstractNumId w:val="17"/>
  </w:num>
  <w:num w:numId="28" w16cid:durableId="1315795890">
    <w:abstractNumId w:val="7"/>
  </w:num>
  <w:num w:numId="29" w16cid:durableId="93948496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665FB"/>
    <w:rsid w:val="000761E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1E5D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1C8D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DD8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5349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01F7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09F2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2A94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3C2A"/>
    <w:rsid w:val="00976DAC"/>
    <w:rsid w:val="009838D8"/>
    <w:rsid w:val="00984E63"/>
    <w:rsid w:val="009871A4"/>
    <w:rsid w:val="00991542"/>
    <w:rsid w:val="00993A68"/>
    <w:rsid w:val="009A26B4"/>
    <w:rsid w:val="009A6B3D"/>
    <w:rsid w:val="009A7B2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7FF2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4C56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1C8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3645C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8F519C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FollowedHyperlink">
    <w:name w:val="FollowedHyperlink"/>
    <w:rsid w:val="00584014"/>
    <w:rPr>
      <w:color w:val="800080"/>
      <w:u w:val="single"/>
    </w:rPr>
  </w:style>
  <w:style w:type="paragraph" w:styleId="BalloonText">
    <w:name w:val="Balloon Text"/>
    <w:basedOn w:val="Normal"/>
    <w:semiHidden/>
    <w:rsid w:val="006453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E45679-DDEE-43CA-80F7-11A2C4D0442F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D70EF751-B857-4BC6-9ACF-E6E249BF3A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80DA15-5B33-4F36-A811-63AAEA664CE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687</TotalTime>
  <Pages>1</Pages>
  <Words>190</Words>
  <Characters>1046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Geert Coremans</cp:lastModifiedBy>
  <cp:revision>8</cp:revision>
  <cp:lastPrinted>2011-12-15T11:14:00Z</cp:lastPrinted>
  <dcterms:created xsi:type="dcterms:W3CDTF">2020-04-06T12:36:00Z</dcterms:created>
  <dcterms:modified xsi:type="dcterms:W3CDTF">2023-12-21T13:11:00Z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45000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